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44" w:rsidRDefault="000C0144">
      <w:pPr>
        <w:pStyle w:val="3"/>
      </w:pPr>
      <w:r w:rsidRPr="00577A6C">
        <w:rPr>
          <w:noProof/>
          <w:sz w:val="24"/>
        </w:rPr>
        <w:drawing>
          <wp:inline distT="0" distB="0" distL="0" distR="0">
            <wp:extent cx="548640" cy="511810"/>
            <wp:effectExtent l="0" t="0" r="3810" b="2540"/>
            <wp:docPr id="209603003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1253" w:rsidRPr="000C5F62" w:rsidRDefault="00071253">
      <w:pPr>
        <w:pStyle w:val="3"/>
        <w:rPr>
          <w:spacing w:val="20"/>
          <w:sz w:val="24"/>
        </w:rPr>
      </w:pPr>
      <w:r w:rsidRPr="000C5F62">
        <w:rPr>
          <w:spacing w:val="20"/>
          <w:sz w:val="24"/>
        </w:rPr>
        <w:t>ΥΠΕΥΘΥΝΗ ΔΗΛΩΣΗ</w:t>
      </w:r>
    </w:p>
    <w:p w:rsidR="00071253" w:rsidRDefault="00071253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071253" w:rsidRDefault="00071253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:rsidR="00071253" w:rsidRPr="009A2838" w:rsidRDefault="00071253" w:rsidP="009A2838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παρ. 4 Ν. 1599/1986)</w:t>
      </w:r>
    </w:p>
    <w:p w:rsidR="00071253" w:rsidRDefault="00071253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071253" w:rsidRPr="009A3994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071253" w:rsidRDefault="00071253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5"/>
          </w:tcPr>
          <w:p w:rsidR="00071253" w:rsidRPr="009D02D3" w:rsidRDefault="00ED7E39" w:rsidP="009D02D3">
            <w:pPr>
              <w:spacing w:before="120"/>
              <w:ind w:right="-6878"/>
              <w:rPr>
                <w:rFonts w:ascii="Arial" w:hAnsi="Arial" w:cs="Arial"/>
                <w:b/>
                <w:sz w:val="22"/>
                <w:szCs w:val="22"/>
              </w:rPr>
            </w:pPr>
            <w:r w:rsidRPr="005C6820">
              <w:rPr>
                <w:rFonts w:ascii="Arial" w:hAnsi="Arial" w:cs="Arial"/>
                <w:b/>
                <w:sz w:val="22"/>
                <w:szCs w:val="22"/>
              </w:rPr>
              <w:t>Δ</w:t>
            </w:r>
            <w:r w:rsidR="009A3994" w:rsidRPr="005C682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ΙΕΥΘΥΝΣΗ </w:t>
            </w:r>
            <w:r w:rsidR="00ED47D2" w:rsidRPr="005C6820">
              <w:rPr>
                <w:rFonts w:ascii="Arial" w:hAnsi="Arial" w:cs="Arial"/>
                <w:b/>
                <w:sz w:val="22"/>
                <w:szCs w:val="22"/>
              </w:rPr>
              <w:t>Π</w:t>
            </w:r>
            <w:r w:rsidR="009A3994" w:rsidRPr="005C682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ΡΩΤΟΒΑΘΜΙΑΣ </w:t>
            </w:r>
            <w:r w:rsidRPr="005C6820">
              <w:rPr>
                <w:rFonts w:ascii="Arial" w:hAnsi="Arial" w:cs="Arial"/>
                <w:b/>
                <w:sz w:val="22"/>
                <w:szCs w:val="22"/>
              </w:rPr>
              <w:t>Ε</w:t>
            </w:r>
            <w:r w:rsidR="009A3994" w:rsidRPr="005C6820">
              <w:rPr>
                <w:rFonts w:ascii="Arial" w:hAnsi="Arial" w:cs="Arial"/>
                <w:b/>
                <w:sz w:val="22"/>
                <w:szCs w:val="22"/>
                <w:lang w:val="en-US"/>
              </w:rPr>
              <w:t>ΚΠΑΙΔΕΥΣΗΣ</w:t>
            </w:r>
            <w:r w:rsidRPr="005C68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D02D3">
              <w:rPr>
                <w:rFonts w:ascii="Arial" w:hAnsi="Arial" w:cs="Arial"/>
                <w:b/>
                <w:sz w:val="22"/>
                <w:szCs w:val="22"/>
              </w:rPr>
              <w:t>ΚΑΡΔΙΤΣΑΣ</w:t>
            </w:r>
          </w:p>
        </w:tc>
      </w:tr>
      <w:tr w:rsidR="00071253" w:rsidRPr="009A3994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071253" w:rsidRDefault="00071253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Ο – </w:t>
            </w:r>
            <w:r>
              <w:rPr>
                <w:rFonts w:ascii="Arial" w:hAnsi="Arial"/>
                <w:strike/>
                <w:sz w:val="16"/>
              </w:rPr>
              <w:t>Η</w:t>
            </w:r>
            <w:r>
              <w:rPr>
                <w:rFonts w:ascii="Arial" w:hAnsi="Arial"/>
                <w:sz w:val="16"/>
              </w:rPr>
              <w:t xml:space="preserve"> Όνομα:</w:t>
            </w:r>
          </w:p>
        </w:tc>
        <w:tc>
          <w:tcPr>
            <w:tcW w:w="3749" w:type="dxa"/>
            <w:gridSpan w:val="6"/>
          </w:tcPr>
          <w:p w:rsidR="00071253" w:rsidRPr="009A3994" w:rsidRDefault="00071253">
            <w:pPr>
              <w:spacing w:before="120"/>
              <w:ind w:right="-6878"/>
              <w:rPr>
                <w:rFonts w:ascii="Courier New" w:hAnsi="Courier New"/>
                <w:b/>
              </w:rPr>
            </w:pPr>
          </w:p>
        </w:tc>
        <w:tc>
          <w:tcPr>
            <w:tcW w:w="1080" w:type="dxa"/>
            <w:gridSpan w:val="3"/>
          </w:tcPr>
          <w:p w:rsidR="00071253" w:rsidRPr="009A3994" w:rsidRDefault="00071253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071253" w:rsidRPr="009A3994" w:rsidRDefault="00071253">
            <w:pPr>
              <w:spacing w:before="120"/>
              <w:ind w:right="-6878"/>
              <w:rPr>
                <w:rFonts w:ascii="Arial" w:hAnsi="Arial"/>
                <w:b/>
              </w:rPr>
            </w:pPr>
          </w:p>
        </w:tc>
      </w:tr>
      <w:tr w:rsidR="00071253" w:rsidRPr="009A399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071253" w:rsidRPr="009A3994" w:rsidRDefault="00071253">
            <w:pPr>
              <w:spacing w:before="240"/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</w:tcPr>
          <w:p w:rsidR="00071253" w:rsidRPr="009A3994" w:rsidRDefault="00071253">
            <w:pPr>
              <w:spacing w:before="120"/>
              <w:ind w:right="-6878"/>
              <w:rPr>
                <w:rFonts w:ascii="Arial" w:hAnsi="Arial"/>
                <w:sz w:val="16"/>
              </w:rPr>
            </w:pPr>
          </w:p>
        </w:tc>
      </w:tr>
      <w:tr w:rsidR="00071253" w:rsidRPr="009A399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071253" w:rsidRPr="009A3994" w:rsidRDefault="00071253">
            <w:pPr>
              <w:spacing w:before="240"/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</w:tcPr>
          <w:p w:rsidR="00071253" w:rsidRPr="009A3994" w:rsidRDefault="00071253">
            <w:pPr>
              <w:spacing w:before="120"/>
              <w:ind w:right="-6878"/>
              <w:rPr>
                <w:rFonts w:ascii="Arial" w:hAnsi="Arial"/>
                <w:sz w:val="16"/>
              </w:rPr>
            </w:pPr>
          </w:p>
        </w:tc>
      </w:tr>
      <w:tr w:rsidR="00071253" w:rsidRPr="009A3994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071253" w:rsidRPr="009A3994" w:rsidRDefault="00071253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>Ημερομηνία γέννησης</w:t>
            </w:r>
            <w:r w:rsidRPr="009A3994">
              <w:rPr>
                <w:rFonts w:ascii="Arial" w:hAnsi="Arial"/>
                <w:sz w:val="16"/>
                <w:vertAlign w:val="superscript"/>
              </w:rPr>
              <w:t>(2)</w:t>
            </w:r>
            <w:r w:rsidRPr="009A3994"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</w:tcPr>
          <w:p w:rsidR="00071253" w:rsidRPr="009A3994" w:rsidRDefault="00071253">
            <w:pPr>
              <w:spacing w:before="120"/>
              <w:ind w:right="-6878"/>
              <w:rPr>
                <w:rFonts w:ascii="Arial" w:hAnsi="Arial"/>
                <w:sz w:val="16"/>
              </w:rPr>
            </w:pPr>
          </w:p>
        </w:tc>
      </w:tr>
      <w:tr w:rsidR="00071253" w:rsidRPr="009A399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53" w:rsidRPr="009A3994" w:rsidRDefault="00071253">
            <w:pPr>
              <w:spacing w:before="240"/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53" w:rsidRPr="009A3994" w:rsidRDefault="00071253">
            <w:pPr>
              <w:spacing w:before="120"/>
              <w:ind w:right="-6878"/>
              <w:rPr>
                <w:rFonts w:ascii="Courier New" w:hAnsi="Courier New"/>
                <w:b/>
              </w:rPr>
            </w:pPr>
          </w:p>
        </w:tc>
      </w:tr>
      <w:tr w:rsidR="00071253" w:rsidRPr="009A3994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071253" w:rsidRPr="009A3994" w:rsidRDefault="00071253">
            <w:pPr>
              <w:spacing w:before="240"/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</w:tcPr>
          <w:p w:rsidR="00071253" w:rsidRPr="009A3994" w:rsidRDefault="00071253">
            <w:pPr>
              <w:spacing w:before="120"/>
              <w:ind w:right="-6878"/>
              <w:rPr>
                <w:rFonts w:ascii="Courier New" w:hAnsi="Courier New"/>
                <w:b/>
              </w:rPr>
            </w:pPr>
          </w:p>
        </w:tc>
        <w:tc>
          <w:tcPr>
            <w:tcW w:w="720" w:type="dxa"/>
            <w:gridSpan w:val="2"/>
          </w:tcPr>
          <w:p w:rsidR="00071253" w:rsidRPr="009A3994" w:rsidRDefault="00071253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 w:rsidRPr="009A3994">
              <w:rPr>
                <w:rFonts w:ascii="Arial" w:hAnsi="Arial"/>
                <w:sz w:val="16"/>
              </w:rPr>
              <w:t>Τηλ</w:t>
            </w:r>
            <w:proofErr w:type="spellEnd"/>
            <w:r w:rsidRPr="009A3994"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071253" w:rsidRPr="009A3994" w:rsidRDefault="00071253">
            <w:pPr>
              <w:spacing w:before="120"/>
              <w:ind w:right="-6878"/>
              <w:rPr>
                <w:rFonts w:ascii="Courier New" w:hAnsi="Courier New"/>
                <w:b/>
              </w:rPr>
            </w:pPr>
          </w:p>
        </w:tc>
      </w:tr>
      <w:tr w:rsidR="00071253" w:rsidRPr="009A3994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071253" w:rsidRPr="009A3994" w:rsidRDefault="00071253">
            <w:pPr>
              <w:spacing w:before="240"/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</w:tcPr>
          <w:p w:rsidR="00071253" w:rsidRPr="009A3994" w:rsidRDefault="00071253">
            <w:pPr>
              <w:spacing w:before="12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</w:tcPr>
          <w:p w:rsidR="00071253" w:rsidRPr="009A3994" w:rsidRDefault="00071253">
            <w:pPr>
              <w:spacing w:before="240"/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491" w:type="dxa"/>
            <w:gridSpan w:val="6"/>
          </w:tcPr>
          <w:p w:rsidR="00071253" w:rsidRPr="009A3994" w:rsidRDefault="00071253">
            <w:pPr>
              <w:spacing w:before="12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071253" w:rsidRPr="009A3994" w:rsidRDefault="00071253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 w:rsidRPr="009A3994">
              <w:rPr>
                <w:rFonts w:ascii="Arial" w:hAnsi="Arial"/>
                <w:sz w:val="16"/>
              </w:rPr>
              <w:t>Αριθ</w:t>
            </w:r>
            <w:proofErr w:type="spellEnd"/>
            <w:r w:rsidRPr="009A3994"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071253" w:rsidRPr="009A3994" w:rsidRDefault="00071253">
            <w:pPr>
              <w:spacing w:before="12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071253" w:rsidRPr="009A3994" w:rsidRDefault="00071253">
            <w:pPr>
              <w:spacing w:before="240"/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071253" w:rsidRPr="009A3994" w:rsidRDefault="00071253">
            <w:pPr>
              <w:spacing w:before="120"/>
              <w:ind w:right="-6878"/>
              <w:rPr>
                <w:rFonts w:ascii="Arial" w:hAnsi="Arial"/>
                <w:sz w:val="16"/>
              </w:rPr>
            </w:pPr>
          </w:p>
        </w:tc>
      </w:tr>
      <w:tr w:rsidR="00071253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071253" w:rsidRPr="009A3994" w:rsidRDefault="00071253">
            <w:pPr>
              <w:spacing w:before="240"/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 xml:space="preserve">Αρ. </w:t>
            </w:r>
            <w:proofErr w:type="spellStart"/>
            <w:r w:rsidRPr="009A3994">
              <w:rPr>
                <w:rFonts w:ascii="Arial" w:hAnsi="Arial"/>
                <w:sz w:val="16"/>
              </w:rPr>
              <w:t>Τηλεομοιοτύπου</w:t>
            </w:r>
            <w:proofErr w:type="spellEnd"/>
            <w:r w:rsidRPr="009A3994">
              <w:rPr>
                <w:rFonts w:ascii="Arial" w:hAnsi="Arial"/>
                <w:sz w:val="16"/>
              </w:rPr>
              <w:t xml:space="preserve"> (</w:t>
            </w:r>
            <w:r w:rsidRPr="009A3994">
              <w:rPr>
                <w:rFonts w:ascii="Arial" w:hAnsi="Arial"/>
                <w:sz w:val="16"/>
                <w:lang w:val="en-US"/>
              </w:rPr>
              <w:t>Fax</w:t>
            </w:r>
            <w:r w:rsidRPr="009A3994"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6"/>
            <w:vAlign w:val="bottom"/>
          </w:tcPr>
          <w:p w:rsidR="00071253" w:rsidRPr="009A3994" w:rsidRDefault="00071253">
            <w:pPr>
              <w:spacing w:before="12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071253" w:rsidRPr="009A3994" w:rsidRDefault="00071253">
            <w:pPr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>Δ/</w:t>
            </w:r>
            <w:proofErr w:type="spellStart"/>
            <w:r w:rsidRPr="009A3994">
              <w:rPr>
                <w:rFonts w:ascii="Arial" w:hAnsi="Arial"/>
                <w:sz w:val="16"/>
              </w:rPr>
              <w:t>νση</w:t>
            </w:r>
            <w:proofErr w:type="spellEnd"/>
            <w:r w:rsidRPr="009A3994">
              <w:rPr>
                <w:rFonts w:ascii="Arial" w:hAnsi="Arial"/>
                <w:sz w:val="16"/>
              </w:rPr>
              <w:t xml:space="preserve"> Ηλεκτρ. Ταχυδρομείου</w:t>
            </w:r>
          </w:p>
          <w:p w:rsidR="00071253" w:rsidRPr="009A3994" w:rsidRDefault="00071253">
            <w:pPr>
              <w:rPr>
                <w:rFonts w:ascii="Arial" w:hAnsi="Arial"/>
                <w:sz w:val="16"/>
              </w:rPr>
            </w:pPr>
            <w:r w:rsidRPr="009A3994">
              <w:rPr>
                <w:rFonts w:ascii="Arial" w:hAnsi="Arial"/>
                <w:sz w:val="16"/>
              </w:rPr>
              <w:t>(Ε-</w:t>
            </w:r>
            <w:r w:rsidRPr="009A3994">
              <w:rPr>
                <w:rFonts w:ascii="Arial" w:hAnsi="Arial"/>
                <w:sz w:val="16"/>
                <w:lang w:val="en-US"/>
              </w:rPr>
              <w:t>mail</w:t>
            </w:r>
            <w:r w:rsidRPr="009A3994"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071253" w:rsidRPr="009A3994" w:rsidRDefault="00071253">
            <w:pPr>
              <w:spacing w:before="120"/>
              <w:ind w:right="-6878"/>
              <w:rPr>
                <w:rFonts w:ascii="Courier New" w:hAnsi="Courier New"/>
                <w:b/>
              </w:rPr>
            </w:pPr>
          </w:p>
        </w:tc>
      </w:tr>
    </w:tbl>
    <w:p w:rsidR="00071253" w:rsidRDefault="00071253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071253" w:rsidRPr="00CB667A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071253" w:rsidRPr="00CB667A" w:rsidRDefault="00071253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  <w:r w:rsidRPr="00CB667A">
              <w:rPr>
                <w:rFonts w:ascii="Arial" w:hAnsi="Arial" w:cs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CB667A">
              <w:rPr>
                <w:rFonts w:ascii="Arial" w:hAnsi="Arial" w:cs="Arial"/>
                <w:sz w:val="20"/>
                <w:szCs w:val="20"/>
                <w:vertAlign w:val="superscript"/>
              </w:rPr>
              <w:t>(3)</w:t>
            </w:r>
            <w:r w:rsidRPr="00CB667A">
              <w:rPr>
                <w:rFonts w:ascii="Arial" w:hAnsi="Arial" w:cs="Arial"/>
                <w:sz w:val="20"/>
                <w:szCs w:val="20"/>
              </w:rPr>
              <w:t>, που προβλέπονται από της διατάξεις της παρ. 6 του άρθρου 22 του Ν. 1599/1986, δηλώνω ότι:</w:t>
            </w:r>
          </w:p>
          <w:tbl>
            <w:tblPr>
              <w:tblW w:w="10420" w:type="dxa"/>
              <w:tblLayout w:type="fixed"/>
              <w:tblLook w:val="0000"/>
            </w:tblPr>
            <w:tblGrid>
              <w:gridCol w:w="10420"/>
            </w:tblGrid>
            <w:tr w:rsidR="007A1485" w:rsidTr="006B5D5E">
              <w:tc>
                <w:tcPr>
                  <w:tcW w:w="10419" w:type="dxa"/>
                  <w:tcBorders>
                    <w:bottom w:val="dashed" w:sz="4" w:space="0" w:color="000000"/>
                  </w:tcBorders>
                </w:tcPr>
                <w:p w:rsidR="007A1485" w:rsidRDefault="007A1485" w:rsidP="007A1485">
                  <w:pPr>
                    <w:pStyle w:val="a7"/>
                    <w:widowControl w:val="0"/>
                    <w:numPr>
                      <w:ilvl w:val="0"/>
                      <w:numId w:val="17"/>
                    </w:num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έχω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καταβάλει ασφαλιστικές εισφορές πριν την 1/1/1993 σε ασφαλιστικό φορέα και θα προσκομίσω το σχετικό βιβλιάριο ενσήμων(παλαιός ασφαλισμένος).   </w:t>
                  </w:r>
                  <w:r>
                    <w:rPr>
                      <w:rFonts w:ascii="Arial" w:hAnsi="Arial" w:cs="Arial"/>
                      <w:sz w:val="44"/>
                    </w:rPr>
                    <w:t>□</w:t>
                  </w:r>
                </w:p>
              </w:tc>
            </w:tr>
            <w:tr w:rsidR="007A1485" w:rsidTr="006B5D5E">
              <w:trPr>
                <w:trHeight w:val="889"/>
              </w:trPr>
              <w:tc>
                <w:tcPr>
                  <w:tcW w:w="10419" w:type="dxa"/>
                  <w:tcBorders>
                    <w:top w:val="dashed" w:sz="4" w:space="0" w:color="000000"/>
                    <w:bottom w:val="dashed" w:sz="4" w:space="0" w:color="000000"/>
                  </w:tcBorders>
                </w:tcPr>
                <w:p w:rsidR="007A1485" w:rsidRDefault="007A1485" w:rsidP="007A1485">
                  <w:pPr>
                    <w:pStyle w:val="a7"/>
                    <w:widowControl w:val="0"/>
                    <w:numPr>
                      <w:ilvl w:val="0"/>
                      <w:numId w:val="17"/>
                    </w:num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δεν έχω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καταβάλει ασφαλιστικές εισφορές πριν την 1/1/1993 σε οποιονδήποτε ασφαλιστικό φορέα (νέος ασφαλισμένος)   </w:t>
                  </w:r>
                  <w:r>
                    <w:rPr>
                      <w:rFonts w:ascii="Arial" w:hAnsi="Arial" w:cs="Arial"/>
                      <w:sz w:val="44"/>
                    </w:rPr>
                    <w:t>□</w:t>
                  </w:r>
                </w:p>
              </w:tc>
            </w:tr>
            <w:tr w:rsidR="007A1485" w:rsidTr="006B5D5E">
              <w:trPr>
                <w:trHeight w:val="137"/>
              </w:trPr>
              <w:tc>
                <w:tcPr>
                  <w:tcW w:w="10419" w:type="dxa"/>
                  <w:tcBorders>
                    <w:top w:val="dashed" w:sz="4" w:space="0" w:color="000000"/>
                    <w:bottom w:val="dashed" w:sz="4" w:space="0" w:color="000000"/>
                  </w:tcBorders>
                </w:tcPr>
                <w:p w:rsidR="007A1485" w:rsidRDefault="007A1485" w:rsidP="007A1485">
                  <w:pPr>
                    <w:widowControl w:val="0"/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7A1485" w:rsidTr="006B5D5E">
              <w:tc>
                <w:tcPr>
                  <w:tcW w:w="10419" w:type="dxa"/>
                  <w:tcBorders>
                    <w:top w:val="dashed" w:sz="4" w:space="0" w:color="000000"/>
                    <w:bottom w:val="dashed" w:sz="4" w:space="0" w:color="000000"/>
                  </w:tcBorders>
                </w:tcPr>
                <w:p w:rsidR="007A1485" w:rsidRDefault="007A1485" w:rsidP="007A1485">
                  <w:pPr>
                    <w:pStyle w:val="a7"/>
                    <w:widowControl w:val="0"/>
                    <w:numPr>
                      <w:ilvl w:val="0"/>
                      <w:numId w:val="15"/>
                    </w:numPr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έχω 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 xml:space="preserve">προϋπηρεσία στο Δημόσιο </w:t>
                  </w:r>
                  <w:r>
                    <w:rPr>
                      <w:rFonts w:ascii="Arial" w:hAnsi="Arial" w:cs="Arial"/>
                      <w:b/>
                    </w:rPr>
                    <w:t>μετά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 xml:space="preserve"> την 01-01-2011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(συνεπώς υπάγομαι στις κρατήσεις του ΕΦΚΑ – </w:t>
                  </w:r>
                </w:p>
              </w:tc>
            </w:tr>
            <w:tr w:rsidR="007A1485" w:rsidTr="006B5D5E">
              <w:tc>
                <w:tcPr>
                  <w:tcW w:w="10419" w:type="dxa"/>
                  <w:tcBorders>
                    <w:top w:val="dashed" w:sz="4" w:space="0" w:color="000000"/>
                    <w:bottom w:val="dashed" w:sz="4" w:space="0" w:color="000000"/>
                  </w:tcBorders>
                </w:tcPr>
                <w:p w:rsidR="007A1485" w:rsidRDefault="007A1485" w:rsidP="007A1485">
                  <w:pPr>
                    <w:widowControl w:val="0"/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πρώην ΙΚΑ – ΕΤΑΜ) </w:t>
                  </w:r>
                  <w:r>
                    <w:rPr>
                      <w:rFonts w:ascii="Arial" w:hAnsi="Arial" w:cs="Arial"/>
                      <w:sz w:val="36"/>
                    </w:rPr>
                    <w:t>□</w:t>
                  </w:r>
                </w:p>
              </w:tc>
            </w:tr>
            <w:tr w:rsidR="007A1485" w:rsidTr="006B5D5E">
              <w:tc>
                <w:tcPr>
                  <w:tcW w:w="10419" w:type="dxa"/>
                  <w:tcBorders>
                    <w:top w:val="dashed" w:sz="4" w:space="0" w:color="000000"/>
                    <w:bottom w:val="dashed" w:sz="4" w:space="0" w:color="000000"/>
                  </w:tcBorders>
                </w:tcPr>
                <w:p w:rsidR="007A1485" w:rsidRDefault="007A1485" w:rsidP="007A1485">
                  <w:pPr>
                    <w:pStyle w:val="a7"/>
                    <w:widowControl w:val="0"/>
                    <w:numPr>
                      <w:ilvl w:val="0"/>
                      <w:numId w:val="16"/>
                    </w:numPr>
                    <w:spacing w:before="60"/>
                    <w:ind w:left="709" w:right="125" w:hanging="304"/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έχω 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 xml:space="preserve">προϋπηρεσία στο Δημόσιο </w:t>
                  </w:r>
                  <w:r>
                    <w:rPr>
                      <w:rFonts w:ascii="Arial" w:hAnsi="Arial" w:cs="Arial"/>
                      <w:b/>
                    </w:rPr>
                    <w:t>πριν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 xml:space="preserve"> την 01-01-2011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και επιλέγω να ασφαλιστώ με κρατήσεις</w:t>
                  </w:r>
                  <w:r>
                    <w:rPr>
                      <w:rFonts w:ascii="Arial" w:hAnsi="Arial" w:cs="Arial"/>
                      <w:sz w:val="18"/>
                      <w:vertAlign w:val="superscript"/>
                    </w:rPr>
                    <w:t>(5)</w:t>
                  </w:r>
                  <w:r>
                    <w:rPr>
                      <w:rFonts w:ascii="Arial" w:hAnsi="Arial" w:cs="Arial"/>
                      <w:sz w:val="18"/>
                    </w:rPr>
                    <w:t>,</w:t>
                  </w:r>
                  <w:r>
                    <w:rPr>
                      <w:rFonts w:ascii="Arial" w:hAnsi="Arial" w:cs="Arial"/>
                      <w:sz w:val="20"/>
                    </w:rPr>
                    <w:t>:</w:t>
                  </w:r>
                </w:p>
              </w:tc>
            </w:tr>
            <w:tr w:rsidR="007A1485" w:rsidTr="006B5D5E">
              <w:tc>
                <w:tcPr>
                  <w:tcW w:w="10419" w:type="dxa"/>
                  <w:tcBorders>
                    <w:top w:val="dashed" w:sz="4" w:space="0" w:color="000000"/>
                    <w:bottom w:val="dashed" w:sz="4" w:space="0" w:color="000000"/>
                  </w:tcBorders>
                </w:tcPr>
                <w:p w:rsidR="007A1485" w:rsidRDefault="007A1485" w:rsidP="007A1485">
                  <w:pPr>
                    <w:widowControl w:val="0"/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α)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Δημοσίου  </w:t>
                  </w:r>
                  <w:r>
                    <w:rPr>
                      <w:rFonts w:ascii="Arial" w:hAnsi="Arial" w:cs="Arial"/>
                      <w:sz w:val="36"/>
                    </w:rPr>
                    <w:t>□</w:t>
                  </w:r>
                </w:p>
              </w:tc>
            </w:tr>
            <w:tr w:rsidR="007A1485" w:rsidTr="006B5D5E">
              <w:tc>
                <w:tcPr>
                  <w:tcW w:w="10419" w:type="dxa"/>
                  <w:tcBorders>
                    <w:top w:val="dashed" w:sz="4" w:space="0" w:color="000000"/>
                    <w:bottom w:val="dashed" w:sz="4" w:space="0" w:color="000000"/>
                  </w:tcBorders>
                </w:tcPr>
                <w:p w:rsidR="007A1485" w:rsidRDefault="007A1485" w:rsidP="007A1485">
                  <w:pPr>
                    <w:widowControl w:val="0"/>
                    <w:spacing w:before="60"/>
                    <w:ind w:right="125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</w:rPr>
                    <w:t>β)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ΕΦΚΑ – πρώην ΙΚΑ – ΕΤΑΜ </w:t>
                  </w:r>
                  <w:r>
                    <w:rPr>
                      <w:rFonts w:ascii="Arial" w:hAnsi="Arial" w:cs="Arial"/>
                      <w:sz w:val="36"/>
                    </w:rPr>
                    <w:t>□</w:t>
                  </w:r>
                </w:p>
              </w:tc>
            </w:tr>
          </w:tbl>
          <w:p w:rsidR="0010403E" w:rsidRPr="00CB667A" w:rsidRDefault="0010403E" w:rsidP="00574E0A">
            <w:pPr>
              <w:numPr>
                <w:ilvl w:val="0"/>
                <w:numId w:val="11"/>
              </w:numPr>
              <w:ind w:right="12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1253" w:rsidRPr="00CB667A" w:rsidRDefault="00071253">
      <w:pPr>
        <w:pStyle w:val="a6"/>
        <w:ind w:left="0" w:right="484"/>
        <w:jc w:val="right"/>
        <w:rPr>
          <w:color w:val="000000"/>
          <w:szCs w:val="20"/>
        </w:rPr>
      </w:pPr>
      <w:r w:rsidRPr="00CB667A">
        <w:rPr>
          <w:sz w:val="16"/>
        </w:rPr>
        <w:t xml:space="preserve">Ημερομηνία:      </w:t>
      </w:r>
      <w:r w:rsidR="00574E0A" w:rsidRPr="00CB667A">
        <w:rPr>
          <w:sz w:val="16"/>
        </w:rPr>
        <w:t>…..</w:t>
      </w:r>
      <w:r w:rsidRPr="00CB667A">
        <w:rPr>
          <w:color w:val="000000"/>
          <w:szCs w:val="20"/>
        </w:rPr>
        <w:t>../</w:t>
      </w:r>
      <w:r w:rsidR="00574E0A" w:rsidRPr="00CB667A">
        <w:rPr>
          <w:color w:val="000000"/>
          <w:szCs w:val="20"/>
        </w:rPr>
        <w:t>…….</w:t>
      </w:r>
      <w:r w:rsidRPr="00CB667A">
        <w:rPr>
          <w:color w:val="000000"/>
          <w:szCs w:val="20"/>
        </w:rPr>
        <w:t>../20</w:t>
      </w:r>
    </w:p>
    <w:p w:rsidR="00071253" w:rsidRPr="00CB667A" w:rsidRDefault="00071253">
      <w:pPr>
        <w:pStyle w:val="a6"/>
        <w:ind w:left="0" w:right="484"/>
        <w:jc w:val="right"/>
        <w:rPr>
          <w:sz w:val="16"/>
        </w:rPr>
      </w:pPr>
    </w:p>
    <w:p w:rsidR="00071253" w:rsidRPr="00CB667A" w:rsidRDefault="0010403E" w:rsidP="0010403E">
      <w:pPr>
        <w:pStyle w:val="a6"/>
        <w:ind w:left="0" w:right="484"/>
        <w:rPr>
          <w:sz w:val="16"/>
        </w:rPr>
      </w:pPr>
      <w:r w:rsidRPr="00CB667A"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Ο – Η Δηλ                            </w:t>
      </w:r>
    </w:p>
    <w:p w:rsidR="00071253" w:rsidRPr="00CB667A" w:rsidRDefault="00071253">
      <w:pPr>
        <w:pStyle w:val="a6"/>
        <w:ind w:left="0"/>
        <w:jc w:val="right"/>
        <w:rPr>
          <w:sz w:val="16"/>
        </w:rPr>
      </w:pPr>
    </w:p>
    <w:p w:rsidR="00071253" w:rsidRPr="00CB667A" w:rsidRDefault="00071253">
      <w:pPr>
        <w:pStyle w:val="a6"/>
        <w:ind w:left="0"/>
        <w:jc w:val="right"/>
        <w:rPr>
          <w:sz w:val="16"/>
        </w:rPr>
      </w:pPr>
    </w:p>
    <w:p w:rsidR="00071253" w:rsidRPr="00CB667A" w:rsidRDefault="00071253">
      <w:pPr>
        <w:pStyle w:val="a6"/>
        <w:ind w:left="0"/>
        <w:jc w:val="right"/>
        <w:rPr>
          <w:sz w:val="16"/>
        </w:rPr>
      </w:pPr>
    </w:p>
    <w:p w:rsidR="00071253" w:rsidRPr="00CB667A" w:rsidRDefault="00071253">
      <w:pPr>
        <w:pStyle w:val="a6"/>
        <w:ind w:left="0"/>
        <w:jc w:val="right"/>
        <w:rPr>
          <w:sz w:val="16"/>
        </w:rPr>
      </w:pPr>
    </w:p>
    <w:p w:rsidR="00071253" w:rsidRPr="00CB667A" w:rsidRDefault="00071253" w:rsidP="009222E1">
      <w:pPr>
        <w:pStyle w:val="a6"/>
        <w:ind w:left="7920" w:right="484" w:firstLine="720"/>
        <w:jc w:val="center"/>
        <w:rPr>
          <w:sz w:val="16"/>
        </w:rPr>
      </w:pPr>
      <w:r w:rsidRPr="00CB667A">
        <w:rPr>
          <w:sz w:val="16"/>
        </w:rPr>
        <w:t>(Υπογραφή)</w:t>
      </w:r>
    </w:p>
    <w:p w:rsidR="00071253" w:rsidRPr="00CB667A" w:rsidRDefault="00071253">
      <w:pPr>
        <w:jc w:val="both"/>
        <w:rPr>
          <w:rFonts w:ascii="Arial" w:hAnsi="Arial" w:cs="Arial"/>
          <w:sz w:val="18"/>
        </w:rPr>
      </w:pPr>
    </w:p>
    <w:p w:rsidR="00A70360" w:rsidRPr="00CB667A" w:rsidRDefault="00A70360">
      <w:pPr>
        <w:jc w:val="both"/>
        <w:rPr>
          <w:rFonts w:ascii="Arial" w:hAnsi="Arial" w:cs="Arial"/>
          <w:sz w:val="18"/>
        </w:rPr>
      </w:pPr>
    </w:p>
    <w:p w:rsidR="00A70360" w:rsidRDefault="00A70360">
      <w:pPr>
        <w:jc w:val="both"/>
        <w:rPr>
          <w:rFonts w:ascii="Arial" w:hAnsi="Arial"/>
          <w:sz w:val="18"/>
        </w:rPr>
      </w:pPr>
    </w:p>
    <w:p w:rsidR="00071253" w:rsidRDefault="00071253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071253" w:rsidRDefault="00071253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071253" w:rsidRDefault="00071253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511332" w:rsidRDefault="00071253">
      <w:pPr>
        <w:pStyle w:val="a6"/>
        <w:jc w:val="both"/>
        <w:rPr>
          <w:sz w:val="18"/>
        </w:rPr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p w:rsidR="00071253" w:rsidRDefault="00511332">
      <w:pPr>
        <w:pStyle w:val="a6"/>
        <w:jc w:val="both"/>
      </w:pPr>
      <w:r w:rsidRPr="00511332">
        <w:rPr>
          <w:sz w:val="18"/>
        </w:rPr>
        <w:t xml:space="preserve">(5) Συμπληρώνετε </w:t>
      </w:r>
      <w:r w:rsidRPr="00511332">
        <w:rPr>
          <w:color w:val="FF0000"/>
          <w:sz w:val="18"/>
        </w:rPr>
        <w:t xml:space="preserve">«Δημοσίου» ή «τ. ΙΚΑ-ΕΤΑΜ» </w:t>
      </w:r>
      <w:r w:rsidRPr="00511332">
        <w:rPr>
          <w:sz w:val="18"/>
        </w:rPr>
        <w:t>(μόνο στην περίπτωση που έχετε προϋπηρεσία πριν την 01/01/2011).Διευκρινίζεται ότι οι ασφαλιστικές κρατήσεις είναι ίδιες και στις δύο περιπτώσεις. Η υπηρεσία μας δεν είναι αρμόδια για παροχή διευκρινίσεων σχετικά με την επιλογή.  Η επιλογή Ασφαλιστικού Φορέα «Δημοσίου» ή «τ. ΙΚΑ-ΕΤΑΜ»(σύμφωνα με την  αρ. 54/10-08-2011 Εγκύκλιο του ΙΚΑ-ΕΤΑΜ) δεν ανακαλείται.</w:t>
      </w:r>
    </w:p>
    <w:sectPr w:rsidR="00071253" w:rsidSect="009A2838">
      <w:headerReference w:type="default" r:id="rId8"/>
      <w:type w:val="continuous"/>
      <w:pgSz w:w="11906" w:h="16838" w:code="9"/>
      <w:pgMar w:top="142" w:right="851" w:bottom="142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B22" w:rsidRDefault="007F0B22" w:rsidP="00071253">
      <w:r>
        <w:separator/>
      </w:r>
    </w:p>
  </w:endnote>
  <w:endnote w:type="continuationSeparator" w:id="0">
    <w:p w:rsidR="007F0B22" w:rsidRDefault="007F0B22" w:rsidP="00071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B22" w:rsidRDefault="007F0B22" w:rsidP="00071253">
      <w:r>
        <w:separator/>
      </w:r>
    </w:p>
  </w:footnote>
  <w:footnote w:type="continuationSeparator" w:id="0">
    <w:p w:rsidR="007F0B22" w:rsidRDefault="007F0B22" w:rsidP="000712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DB8" w:rsidRDefault="007F5DB8">
    <w:pPr>
      <w:pStyle w:val="a3"/>
      <w:rPr>
        <w:b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D14009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FAA3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B826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DCE2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A2AB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B036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D65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A97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469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308FB"/>
    <w:multiLevelType w:val="hybridMultilevel"/>
    <w:tmpl w:val="DB1A11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9F2652"/>
    <w:multiLevelType w:val="hybridMultilevel"/>
    <w:tmpl w:val="58BC7A12"/>
    <w:lvl w:ilvl="0" w:tplc="0C7668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BA87B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7C7D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242E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4215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E88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FAF0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0C3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878D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2477C4"/>
    <w:multiLevelType w:val="hybridMultilevel"/>
    <w:tmpl w:val="DB1A11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A616D"/>
    <w:multiLevelType w:val="hybridMultilevel"/>
    <w:tmpl w:val="4016E3A2"/>
    <w:lvl w:ilvl="0" w:tplc="92E006F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3B2A4D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3432D6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827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2F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01126A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BC29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C4CA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82AA59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531698"/>
    <w:multiLevelType w:val="hybridMultilevel"/>
    <w:tmpl w:val="9D0C82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60209"/>
    <w:multiLevelType w:val="hybridMultilevel"/>
    <w:tmpl w:val="2D4AE85A"/>
    <w:lvl w:ilvl="0" w:tplc="1FBE0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12AF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813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022B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4C55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2012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2EB9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BCC3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343E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B35B3F"/>
    <w:multiLevelType w:val="hybridMultilevel"/>
    <w:tmpl w:val="4476F952"/>
    <w:lvl w:ilvl="0" w:tplc="698E07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54BAEF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3C41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F86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BC91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EC59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AC9E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C27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C669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557DFC"/>
    <w:multiLevelType w:val="hybridMultilevel"/>
    <w:tmpl w:val="DB1A11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CA4686"/>
    <w:multiLevelType w:val="multilevel"/>
    <w:tmpl w:val="92ECFD8E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11">
    <w:nsid w:val="633A0715"/>
    <w:multiLevelType w:val="multilevel"/>
    <w:tmpl w:val="C796418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5DC683C"/>
    <w:multiLevelType w:val="multilevel"/>
    <w:tmpl w:val="377E3CF2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6312005"/>
    <w:multiLevelType w:val="hybridMultilevel"/>
    <w:tmpl w:val="153AA9C0"/>
    <w:lvl w:ilvl="0" w:tplc="7D9688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9BA61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3E96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1477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4625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92FA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105C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C2D3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D013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6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16"/>
  </w:num>
  <w:num w:numId="7">
    <w:abstractNumId w:val="15"/>
  </w:num>
  <w:num w:numId="8">
    <w:abstractNumId w:val="13"/>
  </w:num>
  <w:num w:numId="9">
    <w:abstractNumId w:val="8"/>
  </w:num>
  <w:num w:numId="10">
    <w:abstractNumId w:val="14"/>
  </w:num>
  <w:num w:numId="11">
    <w:abstractNumId w:val="6"/>
  </w:num>
  <w:num w:numId="12">
    <w:abstractNumId w:val="9"/>
  </w:num>
  <w:num w:numId="13">
    <w:abstractNumId w:val="4"/>
  </w:num>
  <w:num w:numId="14">
    <w:abstractNumId w:val="1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7A0D46"/>
    <w:rsid w:val="00003FE4"/>
    <w:rsid w:val="00031CF7"/>
    <w:rsid w:val="00060E96"/>
    <w:rsid w:val="00071253"/>
    <w:rsid w:val="000C0144"/>
    <w:rsid w:val="000C5F62"/>
    <w:rsid w:val="000F6424"/>
    <w:rsid w:val="000F7398"/>
    <w:rsid w:val="0010403E"/>
    <w:rsid w:val="00152B29"/>
    <w:rsid w:val="001838F1"/>
    <w:rsid w:val="001F2C7A"/>
    <w:rsid w:val="00280CE0"/>
    <w:rsid w:val="002E3B9A"/>
    <w:rsid w:val="003042D8"/>
    <w:rsid w:val="00474EF7"/>
    <w:rsid w:val="004E45A9"/>
    <w:rsid w:val="004F4B1A"/>
    <w:rsid w:val="00511332"/>
    <w:rsid w:val="0053311D"/>
    <w:rsid w:val="00573037"/>
    <w:rsid w:val="00574E0A"/>
    <w:rsid w:val="00577A6C"/>
    <w:rsid w:val="00590312"/>
    <w:rsid w:val="005C6820"/>
    <w:rsid w:val="005D7912"/>
    <w:rsid w:val="00665FE9"/>
    <w:rsid w:val="00686D66"/>
    <w:rsid w:val="006F4159"/>
    <w:rsid w:val="00714F1F"/>
    <w:rsid w:val="00736C56"/>
    <w:rsid w:val="00750BBB"/>
    <w:rsid w:val="007A0D46"/>
    <w:rsid w:val="007A1485"/>
    <w:rsid w:val="007F0B22"/>
    <w:rsid w:val="007F5DB8"/>
    <w:rsid w:val="008356C0"/>
    <w:rsid w:val="00882CA5"/>
    <w:rsid w:val="008959B8"/>
    <w:rsid w:val="009222E1"/>
    <w:rsid w:val="00991B77"/>
    <w:rsid w:val="00992138"/>
    <w:rsid w:val="009A2838"/>
    <w:rsid w:val="009A3994"/>
    <w:rsid w:val="009D02D3"/>
    <w:rsid w:val="00A07C1D"/>
    <w:rsid w:val="00A70360"/>
    <w:rsid w:val="00AC6087"/>
    <w:rsid w:val="00AD52E5"/>
    <w:rsid w:val="00B043EB"/>
    <w:rsid w:val="00BA753A"/>
    <w:rsid w:val="00BF1477"/>
    <w:rsid w:val="00BF21C5"/>
    <w:rsid w:val="00C44628"/>
    <w:rsid w:val="00C91752"/>
    <w:rsid w:val="00C965CB"/>
    <w:rsid w:val="00CB667A"/>
    <w:rsid w:val="00CE4F7F"/>
    <w:rsid w:val="00D12743"/>
    <w:rsid w:val="00D15CDF"/>
    <w:rsid w:val="00DD4D31"/>
    <w:rsid w:val="00ED47D2"/>
    <w:rsid w:val="00ED7E39"/>
    <w:rsid w:val="00EF2912"/>
    <w:rsid w:val="00F04803"/>
    <w:rsid w:val="00F16DCC"/>
    <w:rsid w:val="00F24D93"/>
    <w:rsid w:val="00F52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FE9"/>
    <w:rPr>
      <w:sz w:val="24"/>
      <w:szCs w:val="24"/>
    </w:rPr>
  </w:style>
  <w:style w:type="paragraph" w:styleId="1">
    <w:name w:val="heading 1"/>
    <w:basedOn w:val="a"/>
    <w:next w:val="a"/>
    <w:qFormat/>
    <w:rsid w:val="00665FE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665FE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665FE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665FE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665FE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665FE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665FE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665FE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665FE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65FE9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665FE9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665FE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665FE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665FE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665FE9"/>
    <w:pPr>
      <w:ind w:left="-180"/>
    </w:pPr>
    <w:rPr>
      <w:rFonts w:ascii="Arial" w:hAnsi="Arial" w:cs="Arial"/>
      <w:sz w:val="20"/>
    </w:rPr>
  </w:style>
  <w:style w:type="character" w:customStyle="1" w:styleId="fontstyle01">
    <w:name w:val="fontstyle01"/>
    <w:basedOn w:val="a0"/>
    <w:rsid w:val="00714F1F"/>
    <w:rPr>
      <w:rFonts w:ascii="MyriadPro-Regular" w:hAnsi="MyriadPro-Regular" w:hint="default"/>
      <w:b w:val="0"/>
      <w:bCs w:val="0"/>
      <w:i w:val="0"/>
      <w:iCs w:val="0"/>
      <w:color w:val="242021"/>
      <w:sz w:val="20"/>
      <w:szCs w:val="20"/>
    </w:rPr>
  </w:style>
  <w:style w:type="paragraph" w:styleId="a7">
    <w:name w:val="List Paragraph"/>
    <w:basedOn w:val="a"/>
    <w:uiPriority w:val="34"/>
    <w:qFormat/>
    <w:rsid w:val="007A1485"/>
    <w:pPr>
      <w:suppressAutoHyphens/>
      <w:ind w:left="720"/>
      <w:contextualSpacing/>
    </w:pPr>
  </w:style>
  <w:style w:type="paragraph" w:styleId="a8">
    <w:name w:val="Balloon Text"/>
    <w:basedOn w:val="a"/>
    <w:link w:val="Char"/>
    <w:uiPriority w:val="99"/>
    <w:semiHidden/>
    <w:unhideWhenUsed/>
    <w:rsid w:val="00474EF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474E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3</TotalTime>
  <Pages>1</Pages>
  <Words>329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>Γραφείο Διασύνδεσης Α.Π.Θ.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user</cp:lastModifiedBy>
  <cp:revision>3</cp:revision>
  <cp:lastPrinted>2020-08-04T06:05:00Z</cp:lastPrinted>
  <dcterms:created xsi:type="dcterms:W3CDTF">2025-08-25T06:47:00Z</dcterms:created>
  <dcterms:modified xsi:type="dcterms:W3CDTF">2025-08-26T08:23:00Z</dcterms:modified>
</cp:coreProperties>
</file>